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E19EF4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0D61D1">
        <w:rPr>
          <w:b/>
          <w:color w:val="FF5200" w:themeColor="accent2"/>
          <w:sz w:val="36"/>
          <w:szCs w:val="36"/>
        </w:rPr>
        <w:t>názvem „</w:t>
      </w:r>
      <w:proofErr w:type="spellStart"/>
      <w:r w:rsidR="000D61D1" w:rsidRPr="000D61D1">
        <w:rPr>
          <w:b/>
          <w:color w:val="FF5200" w:themeColor="accent2"/>
          <w:sz w:val="36"/>
          <w:szCs w:val="36"/>
        </w:rPr>
        <w:t>Maintenance</w:t>
      </w:r>
      <w:proofErr w:type="spellEnd"/>
      <w:r w:rsidR="000D61D1" w:rsidRPr="000D61D1">
        <w:rPr>
          <w:b/>
          <w:color w:val="FF5200" w:themeColor="accent2"/>
          <w:sz w:val="36"/>
          <w:szCs w:val="36"/>
        </w:rPr>
        <w:t xml:space="preserve"> pro FME</w:t>
      </w:r>
      <w:r w:rsidR="0031280B" w:rsidRPr="000D61D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153535">
        <w:rPr>
          <w:b/>
          <w:color w:val="FF5200" w:themeColor="accent2"/>
          <w:sz w:val="36"/>
          <w:szCs w:val="36"/>
        </w:rPr>
        <w:t xml:space="preserve">pod </w:t>
      </w:r>
      <w:r w:rsidR="000128D4" w:rsidRPr="001535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535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37655/2025</w:t>
      </w:r>
      <w:r w:rsidR="00153535" w:rsidRPr="001535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-SŽ-GŘ-025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B608526" w14:textId="3CE0E60A" w:rsidR="006936C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9769526" w:history="1">
            <w:r w:rsidR="006936C8" w:rsidRPr="00A87644">
              <w:rPr>
                <w:rStyle w:val="Hypertextovodkaz"/>
                <w:noProof/>
              </w:rPr>
              <w:t>Kapitola 1.</w:t>
            </w:r>
            <w:r w:rsidR="006936C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936C8" w:rsidRPr="00A87644">
              <w:rPr>
                <w:rStyle w:val="Hypertextovodkaz"/>
                <w:noProof/>
              </w:rPr>
              <w:t>Základní údaje k nabídce</w:t>
            </w:r>
            <w:r w:rsidR="006936C8">
              <w:rPr>
                <w:noProof/>
                <w:webHidden/>
              </w:rPr>
              <w:tab/>
            </w:r>
            <w:r w:rsidR="006936C8">
              <w:rPr>
                <w:noProof/>
                <w:webHidden/>
              </w:rPr>
              <w:fldChar w:fldCharType="begin"/>
            </w:r>
            <w:r w:rsidR="006936C8">
              <w:rPr>
                <w:noProof/>
                <w:webHidden/>
              </w:rPr>
              <w:instrText xml:space="preserve"> PAGEREF _Toc199769526 \h </w:instrText>
            </w:r>
            <w:r w:rsidR="006936C8">
              <w:rPr>
                <w:noProof/>
                <w:webHidden/>
              </w:rPr>
            </w:r>
            <w:r w:rsidR="006936C8">
              <w:rPr>
                <w:noProof/>
                <w:webHidden/>
              </w:rPr>
              <w:fldChar w:fldCharType="separate"/>
            </w:r>
            <w:r w:rsidR="006936C8">
              <w:rPr>
                <w:noProof/>
                <w:webHidden/>
              </w:rPr>
              <w:t>2</w:t>
            </w:r>
            <w:r w:rsidR="006936C8">
              <w:rPr>
                <w:noProof/>
                <w:webHidden/>
              </w:rPr>
              <w:fldChar w:fldCharType="end"/>
            </w:r>
          </w:hyperlink>
        </w:p>
        <w:p w14:paraId="30E0C80A" w14:textId="07C64FA4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27" w:history="1">
            <w:r w:rsidRPr="00A8764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6FB2E" w14:textId="3C7CED6D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28" w:history="1">
            <w:r w:rsidRPr="00A8764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EDB7F" w14:textId="02DCBD76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29" w:history="1">
            <w:r w:rsidRPr="00A8764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74B11" w14:textId="0571E236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30" w:history="1">
            <w:r w:rsidRPr="00A8764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779EE" w14:textId="5384D227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31" w:history="1">
            <w:r w:rsidRPr="00A8764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Čestné</w:t>
            </w:r>
            <w:r w:rsidRPr="00A8764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D867C" w14:textId="2D636E40" w:rsidR="006936C8" w:rsidRDefault="006936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769532" w:history="1">
            <w:r w:rsidRPr="00A8764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764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_Toc199769532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B7D39E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976952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DA1FB3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B7C2E">
        <w:rPr>
          <w:rFonts w:eastAsia="Times New Roman" w:cs="Times New Roman"/>
          <w:lang w:eastAsia="cs-CZ"/>
        </w:rPr>
        <w:t>podlimitní sektorovou veřejnou zakázku</w:t>
      </w:r>
      <w:r w:rsidRPr="008B7C2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B4B4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B4B4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9769527"/>
      <w:r>
        <w:lastRenderedPageBreak/>
        <w:t>Ceník</w:t>
      </w:r>
      <w:bookmarkEnd w:id="1"/>
    </w:p>
    <w:p w14:paraId="5386E731" w14:textId="73B5E61A" w:rsidR="00427650" w:rsidRDefault="002072A0" w:rsidP="00020501">
      <w:pPr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6B760A">
        <w:rPr>
          <w:rStyle w:val="Siln"/>
          <w:b w:val="0"/>
          <w:bCs w:val="0"/>
        </w:rPr>
        <w:t>2</w:t>
      </w:r>
      <w:r w:rsidRPr="006B760A">
        <w:rPr>
          <w:rStyle w:val="Siln"/>
          <w:b w:val="0"/>
          <w:bCs w:val="0"/>
        </w:rPr>
        <w:t xml:space="preserve"> </w:t>
      </w:r>
      <w:r w:rsidRPr="006B760A">
        <w:rPr>
          <w:rStyle w:val="Siln"/>
          <w:b w:val="0"/>
          <w:bCs w:val="0"/>
          <w:i/>
          <w:iCs/>
        </w:rPr>
        <w:t>Závazného vzoru smlouvy</w:t>
      </w:r>
      <w:r w:rsidR="00020501">
        <w:rPr>
          <w:rStyle w:val="Siln"/>
          <w:b w:val="0"/>
          <w:bCs w:val="0"/>
          <w:i/>
          <w:iCs/>
        </w:rPr>
        <w:t xml:space="preserve">. 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976952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976952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976953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976953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7499704A" w:rsidR="00E85D44" w:rsidRPr="00E85D44" w:rsidRDefault="00E85D44" w:rsidP="00E85D44">
      <w:pPr>
        <w:pStyle w:val="Nadpis2"/>
      </w:pPr>
      <w:bookmarkStart w:id="6" w:name="_Toc197518373"/>
      <w:bookmarkStart w:id="7" w:name="_Toc199769532"/>
      <w:r w:rsidRPr="00E85D44">
        <w:t>Čestné prohlášení o splnění technické kvalifikace</w:t>
      </w:r>
      <w:bookmarkEnd w:id="6"/>
      <w:bookmarkEnd w:id="7"/>
    </w:p>
    <w:p w14:paraId="71002640" w14:textId="1E96CCA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</w:t>
      </w:r>
      <w:r w:rsidR="00E85D44" w:rsidRPr="005C20B2">
        <w:rPr>
          <w:lang w:eastAsia="cs-CZ"/>
        </w:rPr>
        <w:t>prohlašuje, že za poslední</w:t>
      </w:r>
      <w:r w:rsidR="00AD708D" w:rsidRPr="005C20B2">
        <w:rPr>
          <w:lang w:eastAsia="cs-CZ"/>
        </w:rPr>
        <w:t>ch 5</w:t>
      </w:r>
      <w:r w:rsidR="00E85D44" w:rsidRPr="005C20B2">
        <w:rPr>
          <w:lang w:eastAsia="cs-CZ"/>
        </w:rPr>
        <w:t xml:space="preserve"> </w:t>
      </w:r>
      <w:r w:rsidR="00AD708D" w:rsidRPr="005C20B2">
        <w:rPr>
          <w:lang w:eastAsia="cs-CZ"/>
        </w:rPr>
        <w:t>let</w:t>
      </w:r>
      <w:r w:rsidR="00E85D44" w:rsidRPr="005C20B2">
        <w:rPr>
          <w:lang w:eastAsia="cs-CZ"/>
        </w:rPr>
        <w:t xml:space="preserve"> před zahájením </w:t>
      </w:r>
      <w:r w:rsidR="00A63D48" w:rsidRPr="005C20B2">
        <w:rPr>
          <w:lang w:eastAsia="cs-CZ"/>
        </w:rPr>
        <w:t xml:space="preserve">výběrového </w:t>
      </w:r>
      <w:r w:rsidR="00E85D44" w:rsidRPr="005C20B2">
        <w:rPr>
          <w:lang w:eastAsia="cs-CZ"/>
        </w:rPr>
        <w:t xml:space="preserve">řízení poskytoval alespoň </w:t>
      </w:r>
      <w:r w:rsidR="00AD708D" w:rsidRPr="005C20B2">
        <w:rPr>
          <w:lang w:eastAsia="cs-CZ"/>
        </w:rPr>
        <w:t>1</w:t>
      </w:r>
      <w:r w:rsidR="006B4B49">
        <w:rPr>
          <w:lang w:eastAsia="cs-CZ"/>
        </w:rPr>
        <w:t xml:space="preserve"> </w:t>
      </w:r>
      <w:r w:rsidR="00E85D44" w:rsidRPr="005C20B2">
        <w:rPr>
          <w:lang w:eastAsia="cs-CZ"/>
        </w:rPr>
        <w:t>význam</w:t>
      </w:r>
      <w:r w:rsidR="00AD708D" w:rsidRPr="005C20B2">
        <w:rPr>
          <w:lang w:eastAsia="cs-CZ"/>
        </w:rPr>
        <w:t>nou</w:t>
      </w:r>
      <w:r w:rsidR="00E85D44" w:rsidRPr="005C20B2">
        <w:rPr>
          <w:lang w:eastAsia="cs-CZ"/>
        </w:rPr>
        <w:t xml:space="preserve"> služ</w:t>
      </w:r>
      <w:r w:rsidR="00286A11">
        <w:rPr>
          <w:lang w:eastAsia="cs-CZ"/>
        </w:rPr>
        <w:t>bu</w:t>
      </w:r>
      <w:r w:rsidR="00E85D44" w:rsidRPr="005C20B2">
        <w:rPr>
          <w:lang w:eastAsia="cs-CZ"/>
        </w:rPr>
        <w:t xml:space="preserve"> definovan</w:t>
      </w:r>
      <w:r w:rsidR="00AD708D" w:rsidRPr="005C20B2">
        <w:rPr>
          <w:lang w:eastAsia="cs-CZ"/>
        </w:rPr>
        <w:t>ou</w:t>
      </w:r>
      <w:r w:rsidR="00E85D44" w:rsidRPr="005C20B2">
        <w:rPr>
          <w:lang w:eastAsia="cs-CZ"/>
        </w:rPr>
        <w:t xml:space="preserve"> v čl.</w:t>
      </w:r>
      <w:r w:rsidR="00AD708D" w:rsidRPr="005C20B2">
        <w:rPr>
          <w:lang w:eastAsia="cs-CZ"/>
        </w:rPr>
        <w:t xml:space="preserve"> 9.5.</w:t>
      </w:r>
      <w:r w:rsidR="00E85D44" w:rsidRPr="005C20B2">
        <w:rPr>
          <w:lang w:eastAsia="cs-CZ"/>
        </w:rPr>
        <w:t xml:space="preserve"> </w:t>
      </w:r>
      <w:r w:rsidR="00B87D91" w:rsidRPr="005C20B2">
        <w:rPr>
          <w:lang w:eastAsia="cs-CZ"/>
        </w:rPr>
        <w:t>V</w:t>
      </w:r>
      <w:r w:rsidR="00E85D44" w:rsidRPr="005C20B2">
        <w:rPr>
          <w:lang w:eastAsia="cs-CZ"/>
        </w:rPr>
        <w:t>ýzvy k podání nabídky v celkové hodnotě</w:t>
      </w:r>
      <w:r w:rsidR="006B4B49">
        <w:rPr>
          <w:lang w:eastAsia="cs-CZ"/>
        </w:rPr>
        <w:t xml:space="preserve"> minimálně</w:t>
      </w:r>
      <w:r w:rsidR="00E85D44" w:rsidRPr="005C20B2">
        <w:rPr>
          <w:lang w:eastAsia="cs-CZ"/>
        </w:rPr>
        <w:t xml:space="preserve"> </w:t>
      </w:r>
      <w:r w:rsidR="00AD708D" w:rsidRPr="005C20B2">
        <w:rPr>
          <w:lang w:eastAsia="cs-CZ"/>
        </w:rPr>
        <w:t>500 000,-</w:t>
      </w:r>
      <w:r w:rsidR="006B4B49">
        <w:rPr>
          <w:lang w:eastAsia="cs-CZ"/>
        </w:rPr>
        <w:t xml:space="preserve"> </w:t>
      </w:r>
      <w:r w:rsidR="00E85D44" w:rsidRPr="005C20B2">
        <w:rPr>
          <w:lang w:eastAsia="cs-CZ"/>
        </w:rPr>
        <w:t>Kč bez DPH</w:t>
      </w:r>
      <w:r w:rsidR="006B4B49">
        <w:rPr>
          <w:lang w:eastAsia="cs-CZ"/>
        </w:rPr>
        <w:t xml:space="preserve"> za všechny tyto služby</w:t>
      </w:r>
      <w:r w:rsidR="00E85D44" w:rsidRPr="005C20B2">
        <w:rPr>
          <w:lang w:eastAsia="cs-CZ"/>
        </w:rPr>
        <w:t>.</w:t>
      </w:r>
    </w:p>
    <w:p w14:paraId="2DC84E9A" w14:textId="163161ED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5E84F7DB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8BF337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B85342E" w:rsidR="00E85D44" w:rsidRDefault="00E85D44" w:rsidP="006B4B49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A26675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52643F3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62A771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C576C93" w:rsidR="00E85D44" w:rsidRPr="006B4B49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6B4B49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3DF14231" w:rsidR="00E85D44" w:rsidRDefault="00E85D44" w:rsidP="006B4B49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6B4B49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0360E997" w:rsidTr="00E5329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2E25830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1EF74332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0ED99921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4CD430CC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46672558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E58D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744F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3842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DC2B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8F9B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5F5E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22967501" name="Obrázek 15229675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0501"/>
    <w:rsid w:val="00027E09"/>
    <w:rsid w:val="00027E55"/>
    <w:rsid w:val="000332F0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61D1"/>
    <w:rsid w:val="000E23A7"/>
    <w:rsid w:val="000F7070"/>
    <w:rsid w:val="0010693F"/>
    <w:rsid w:val="00114472"/>
    <w:rsid w:val="00130210"/>
    <w:rsid w:val="0015353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6A11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06FFA"/>
    <w:rsid w:val="00421A32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D7CB5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7F2F"/>
    <w:rsid w:val="005B219F"/>
    <w:rsid w:val="005C20B2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210F"/>
    <w:rsid w:val="0067790F"/>
    <w:rsid w:val="00677B7F"/>
    <w:rsid w:val="00691BBB"/>
    <w:rsid w:val="006936C8"/>
    <w:rsid w:val="006A5570"/>
    <w:rsid w:val="006A689C"/>
    <w:rsid w:val="006B3D79"/>
    <w:rsid w:val="006B4B49"/>
    <w:rsid w:val="006B760A"/>
    <w:rsid w:val="006C2F26"/>
    <w:rsid w:val="006D7AFE"/>
    <w:rsid w:val="006E0578"/>
    <w:rsid w:val="006E314D"/>
    <w:rsid w:val="006E5C6C"/>
    <w:rsid w:val="006E73DC"/>
    <w:rsid w:val="006F6395"/>
    <w:rsid w:val="00700123"/>
    <w:rsid w:val="00700E0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B7C2E"/>
    <w:rsid w:val="008D03B9"/>
    <w:rsid w:val="008F18D6"/>
    <w:rsid w:val="008F2D67"/>
    <w:rsid w:val="008F6F10"/>
    <w:rsid w:val="00900128"/>
    <w:rsid w:val="00904780"/>
    <w:rsid w:val="00913092"/>
    <w:rsid w:val="009220B9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708D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E1753"/>
    <w:rsid w:val="00C013DF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55E61"/>
    <w:rsid w:val="00C636FB"/>
    <w:rsid w:val="00C6546B"/>
    <w:rsid w:val="00C87B78"/>
    <w:rsid w:val="00CD1FC4"/>
    <w:rsid w:val="00CF53B5"/>
    <w:rsid w:val="00D21061"/>
    <w:rsid w:val="00D247B3"/>
    <w:rsid w:val="00D37C94"/>
    <w:rsid w:val="00D4108E"/>
    <w:rsid w:val="00D51C90"/>
    <w:rsid w:val="00D6163D"/>
    <w:rsid w:val="00D73D46"/>
    <w:rsid w:val="00D831A3"/>
    <w:rsid w:val="00DC75F3"/>
    <w:rsid w:val="00DD46F3"/>
    <w:rsid w:val="00DE1BFA"/>
    <w:rsid w:val="00DE56F2"/>
    <w:rsid w:val="00DF116D"/>
    <w:rsid w:val="00E0123D"/>
    <w:rsid w:val="00E308FE"/>
    <w:rsid w:val="00E30A0E"/>
    <w:rsid w:val="00E34137"/>
    <w:rsid w:val="00E34D19"/>
    <w:rsid w:val="00E36C4A"/>
    <w:rsid w:val="00E4572D"/>
    <w:rsid w:val="00E46950"/>
    <w:rsid w:val="00E5329C"/>
    <w:rsid w:val="00E6656A"/>
    <w:rsid w:val="00E666DF"/>
    <w:rsid w:val="00E85D44"/>
    <w:rsid w:val="00EA68D7"/>
    <w:rsid w:val="00EA7FC8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9</Pages>
  <Words>1239</Words>
  <Characters>7312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Černovská Irena, Mgr.</cp:lastModifiedBy>
  <cp:revision>60</cp:revision>
  <cp:lastPrinted>2023-10-05T09:40:00Z</cp:lastPrinted>
  <dcterms:created xsi:type="dcterms:W3CDTF">2025-05-07T11:49:00Z</dcterms:created>
  <dcterms:modified xsi:type="dcterms:W3CDTF">2025-06-03T05:56:00Z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